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3896D" w14:textId="4CB958B3" w:rsidR="00501801" w:rsidRPr="00D361EA" w:rsidRDefault="00415D37" w:rsidP="00415D37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Discussion</w:t>
      </w:r>
      <w:r w:rsidR="00501801" w:rsidRPr="00D361EA">
        <w:rPr>
          <w:rFonts w:cstheme="minorHAnsi"/>
          <w:b/>
          <w:sz w:val="24"/>
          <w:szCs w:val="24"/>
        </w:rPr>
        <w:t xml:space="preserve"> Guide</w:t>
      </w:r>
    </w:p>
    <w:p w14:paraId="422BF21D" w14:textId="77777777" w:rsidR="00501801" w:rsidRPr="00D361EA" w:rsidRDefault="00501801" w:rsidP="00D361EA">
      <w:pPr>
        <w:spacing w:line="276" w:lineRule="auto"/>
        <w:rPr>
          <w:rFonts w:cstheme="minorHAnsi"/>
          <w:sz w:val="24"/>
          <w:szCs w:val="24"/>
        </w:rPr>
      </w:pPr>
    </w:p>
    <w:p w14:paraId="2AF4225F" w14:textId="77777777" w:rsidR="00501801" w:rsidRPr="00D361EA" w:rsidRDefault="00501801" w:rsidP="00D361EA">
      <w:pPr>
        <w:spacing w:line="276" w:lineRule="auto"/>
        <w:rPr>
          <w:rFonts w:cstheme="minorHAnsi"/>
          <w:sz w:val="24"/>
          <w:szCs w:val="24"/>
        </w:rPr>
      </w:pPr>
    </w:p>
    <w:p w14:paraId="23711040" w14:textId="3974A700" w:rsidR="00415D37" w:rsidRDefault="00415D37" w:rsidP="00D361E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General introduction </w:t>
      </w:r>
    </w:p>
    <w:p w14:paraId="135BD00E" w14:textId="45D5E65E" w:rsidR="00415D37" w:rsidRPr="00415D37" w:rsidRDefault="00415D37" w:rsidP="00D361EA">
      <w:pPr>
        <w:spacing w:line="276" w:lineRule="auto"/>
        <w:rPr>
          <w:sz w:val="24"/>
          <w:szCs w:val="24"/>
        </w:rPr>
      </w:pPr>
      <w:r w:rsidRPr="00415D37">
        <w:rPr>
          <w:sz w:val="24"/>
          <w:szCs w:val="24"/>
        </w:rPr>
        <w:t xml:space="preserve">Thank you for </w:t>
      </w:r>
      <w:r w:rsidR="003E5C68">
        <w:rPr>
          <w:sz w:val="24"/>
          <w:szCs w:val="24"/>
        </w:rPr>
        <w:t>allowing us to come to talk to you…</w:t>
      </w:r>
    </w:p>
    <w:p w14:paraId="72D75633" w14:textId="65256EFB" w:rsidR="003D5AEF" w:rsidRPr="00415D37" w:rsidRDefault="00415D37" w:rsidP="00D361EA">
      <w:pPr>
        <w:spacing w:line="276" w:lineRule="auto"/>
        <w:rPr>
          <w:sz w:val="24"/>
          <w:szCs w:val="24"/>
        </w:rPr>
      </w:pPr>
      <w:r w:rsidRPr="00415D37">
        <w:rPr>
          <w:sz w:val="24"/>
          <w:szCs w:val="24"/>
        </w:rPr>
        <w:t>Can you tell us why you come to women</w:t>
      </w:r>
      <w:r w:rsidR="003E2482">
        <w:rPr>
          <w:sz w:val="24"/>
          <w:szCs w:val="24"/>
        </w:rPr>
        <w:t>’</w:t>
      </w:r>
      <w:r w:rsidRPr="00415D37">
        <w:rPr>
          <w:sz w:val="24"/>
          <w:szCs w:val="24"/>
        </w:rPr>
        <w:t xml:space="preserve">s groups like this? </w:t>
      </w:r>
    </w:p>
    <w:p w14:paraId="403F0280" w14:textId="77777777" w:rsidR="009F0AD7" w:rsidRPr="00D361EA" w:rsidRDefault="009F0AD7" w:rsidP="00D361EA">
      <w:pPr>
        <w:spacing w:line="276" w:lineRule="auto"/>
        <w:rPr>
          <w:sz w:val="24"/>
          <w:szCs w:val="24"/>
        </w:rPr>
      </w:pPr>
    </w:p>
    <w:p w14:paraId="3006792D" w14:textId="77777777" w:rsidR="003E5C68" w:rsidRDefault="00D361EA" w:rsidP="00D361EA">
      <w:pPr>
        <w:spacing w:line="276" w:lineRule="auto"/>
        <w:rPr>
          <w:b/>
          <w:sz w:val="24"/>
          <w:szCs w:val="24"/>
        </w:rPr>
      </w:pPr>
      <w:r w:rsidRPr="00D361EA">
        <w:rPr>
          <w:b/>
          <w:sz w:val="24"/>
          <w:szCs w:val="24"/>
        </w:rPr>
        <w:t>Introduction to the PRIME system</w:t>
      </w:r>
    </w:p>
    <w:p w14:paraId="2810B59C" w14:textId="0BE88CD1" w:rsidR="009F0AD7" w:rsidRPr="003E5C68" w:rsidRDefault="003E5C68" w:rsidP="00D361EA">
      <w:pPr>
        <w:spacing w:line="276" w:lineRule="auto"/>
        <w:rPr>
          <w:b/>
          <w:sz w:val="24"/>
          <w:szCs w:val="24"/>
        </w:rPr>
      </w:pPr>
      <w:r w:rsidRPr="003E5C68">
        <w:rPr>
          <w:i/>
          <w:sz w:val="24"/>
          <w:szCs w:val="24"/>
        </w:rPr>
        <w:t>Study staff i</w:t>
      </w:r>
      <w:r w:rsidR="00B54DAD" w:rsidRPr="003E5C68">
        <w:rPr>
          <w:i/>
          <w:sz w:val="24"/>
          <w:szCs w:val="24"/>
        </w:rPr>
        <w:t>ntroduce</w:t>
      </w:r>
      <w:r w:rsidRPr="003E5C68">
        <w:rPr>
          <w:i/>
          <w:sz w:val="24"/>
          <w:szCs w:val="24"/>
        </w:rPr>
        <w:t xml:space="preserve"> the equipment</w:t>
      </w:r>
      <w:r w:rsidR="00B54DAD" w:rsidRPr="003E5C68">
        <w:rPr>
          <w:i/>
          <w:sz w:val="24"/>
          <w:szCs w:val="24"/>
        </w:rPr>
        <w:t xml:space="preserve"> in terms of what it is used for </w:t>
      </w:r>
      <w:r w:rsidR="006628E6" w:rsidRPr="003E5C68">
        <w:rPr>
          <w:i/>
          <w:sz w:val="24"/>
          <w:szCs w:val="24"/>
        </w:rPr>
        <w:t>(</w:t>
      </w:r>
      <w:r w:rsidR="00B54DAD" w:rsidRPr="003E5C68">
        <w:rPr>
          <w:i/>
          <w:sz w:val="24"/>
          <w:szCs w:val="24"/>
        </w:rPr>
        <w:t>to identify health conditions) and how it is used</w:t>
      </w:r>
      <w:r w:rsidR="00B54DAD" w:rsidRPr="00B54DAD">
        <w:rPr>
          <w:i/>
          <w:sz w:val="24"/>
          <w:szCs w:val="24"/>
        </w:rPr>
        <w:t>.</w:t>
      </w:r>
    </w:p>
    <w:p w14:paraId="02D4FB0C" w14:textId="77777777" w:rsidR="003E5C68" w:rsidRDefault="003E5C68" w:rsidP="00D361EA">
      <w:pPr>
        <w:spacing w:line="276" w:lineRule="auto"/>
        <w:rPr>
          <w:i/>
          <w:sz w:val="24"/>
          <w:szCs w:val="24"/>
        </w:rPr>
      </w:pPr>
      <w:bookmarkStart w:id="0" w:name="_GoBack"/>
      <w:bookmarkEnd w:id="0"/>
    </w:p>
    <w:p w14:paraId="2CBEAC9C" w14:textId="6E4724B7" w:rsidR="00E946F0" w:rsidRPr="00415D37" w:rsidRDefault="00B54DAD" w:rsidP="00D361EA">
      <w:pPr>
        <w:spacing w:line="276" w:lineRule="auto"/>
        <w:rPr>
          <w:i/>
          <w:sz w:val="24"/>
          <w:szCs w:val="24"/>
        </w:rPr>
      </w:pPr>
      <w:r w:rsidRPr="00B54DAD">
        <w:rPr>
          <w:i/>
          <w:sz w:val="24"/>
          <w:szCs w:val="24"/>
        </w:rPr>
        <w:t>Observe participants</w:t>
      </w:r>
      <w:r w:rsidR="003E2482">
        <w:rPr>
          <w:i/>
          <w:sz w:val="24"/>
          <w:szCs w:val="24"/>
        </w:rPr>
        <w:t>’</w:t>
      </w:r>
      <w:r w:rsidRPr="00B54DAD">
        <w:rPr>
          <w:i/>
          <w:sz w:val="24"/>
          <w:szCs w:val="24"/>
        </w:rPr>
        <w:t xml:space="preserve"> reactions to the introduction/demo</w:t>
      </w:r>
    </w:p>
    <w:p w14:paraId="29F0A67A" w14:textId="77777777" w:rsidR="00D361EA" w:rsidRDefault="00D361EA" w:rsidP="00D361EA">
      <w:pPr>
        <w:spacing w:line="276" w:lineRule="auto"/>
        <w:rPr>
          <w:sz w:val="24"/>
          <w:szCs w:val="24"/>
        </w:rPr>
      </w:pPr>
    </w:p>
    <w:p w14:paraId="102F6CF1" w14:textId="5DF70719" w:rsidR="00D361EA" w:rsidRPr="00D361EA" w:rsidRDefault="00D361EA" w:rsidP="00D361EA">
      <w:pPr>
        <w:spacing w:line="276" w:lineRule="auto"/>
        <w:rPr>
          <w:b/>
          <w:sz w:val="24"/>
          <w:szCs w:val="24"/>
        </w:rPr>
      </w:pPr>
      <w:r w:rsidRPr="00D361EA">
        <w:rPr>
          <w:b/>
          <w:sz w:val="24"/>
          <w:szCs w:val="24"/>
        </w:rPr>
        <w:t xml:space="preserve">What do </w:t>
      </w:r>
      <w:r w:rsidR="00415D37">
        <w:rPr>
          <w:b/>
          <w:sz w:val="24"/>
          <w:szCs w:val="24"/>
        </w:rPr>
        <w:t>group members</w:t>
      </w:r>
      <w:r w:rsidRPr="00D361EA">
        <w:rPr>
          <w:b/>
          <w:sz w:val="24"/>
          <w:szCs w:val="24"/>
        </w:rPr>
        <w:t xml:space="preserve"> think about the PRIME system?</w:t>
      </w:r>
    </w:p>
    <w:p w14:paraId="06730C22" w14:textId="77777777" w:rsidR="00D361EA" w:rsidRDefault="00D361EA" w:rsidP="00D361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General first responses to it </w:t>
      </w:r>
    </w:p>
    <w:p w14:paraId="06A518C5" w14:textId="77777777" w:rsidR="00D361EA" w:rsidRDefault="00D361EA" w:rsidP="00D361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How would you feel about wearing/using it?</w:t>
      </w:r>
    </w:p>
    <w:p w14:paraId="41CB324E" w14:textId="4DBC1C1E" w:rsidR="00D361EA" w:rsidRDefault="00D361EA" w:rsidP="00D361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15D37">
        <w:rPr>
          <w:sz w:val="24"/>
          <w:szCs w:val="24"/>
        </w:rPr>
        <w:t>What</w:t>
      </w:r>
      <w:r>
        <w:rPr>
          <w:sz w:val="24"/>
          <w:szCs w:val="24"/>
        </w:rPr>
        <w:t xml:space="preserve"> if </w:t>
      </w:r>
      <w:r w:rsidR="00415D37">
        <w:rPr>
          <w:sz w:val="24"/>
          <w:szCs w:val="24"/>
        </w:rPr>
        <w:t>it showed</w:t>
      </w:r>
      <w:r>
        <w:rPr>
          <w:sz w:val="24"/>
          <w:szCs w:val="24"/>
        </w:rPr>
        <w:t xml:space="preserve"> you had </w:t>
      </w:r>
      <w:r w:rsidR="00CC0C1A">
        <w:rPr>
          <w:sz w:val="24"/>
          <w:szCs w:val="24"/>
        </w:rPr>
        <w:t>a health condition</w:t>
      </w:r>
      <w:r>
        <w:rPr>
          <w:sz w:val="24"/>
          <w:szCs w:val="24"/>
        </w:rPr>
        <w:t>?</w:t>
      </w:r>
    </w:p>
    <w:p w14:paraId="2B55A9FC" w14:textId="5896A9DF" w:rsidR="00CC0C1A" w:rsidRDefault="00CC0C1A" w:rsidP="00D361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How could other women </w:t>
      </w:r>
      <w:r w:rsidR="00415D37">
        <w:rPr>
          <w:sz w:val="24"/>
          <w:szCs w:val="24"/>
        </w:rPr>
        <w:t xml:space="preserve">in the group </w:t>
      </w:r>
      <w:r>
        <w:rPr>
          <w:sz w:val="24"/>
          <w:szCs w:val="24"/>
        </w:rPr>
        <w:t>help you</w:t>
      </w:r>
      <w:r w:rsidR="00415D37">
        <w:rPr>
          <w:sz w:val="24"/>
          <w:szCs w:val="24"/>
        </w:rPr>
        <w:t xml:space="preserve"> with this</w:t>
      </w:r>
      <w:r>
        <w:rPr>
          <w:sz w:val="24"/>
          <w:szCs w:val="24"/>
        </w:rPr>
        <w:t>?</w:t>
      </w:r>
    </w:p>
    <w:p w14:paraId="5B4EFC13" w14:textId="77777777" w:rsidR="00E946F0" w:rsidRDefault="00E946F0" w:rsidP="00D361EA">
      <w:pPr>
        <w:spacing w:line="276" w:lineRule="auto"/>
        <w:rPr>
          <w:sz w:val="24"/>
          <w:szCs w:val="24"/>
        </w:rPr>
      </w:pPr>
    </w:p>
    <w:p w14:paraId="00294CE8" w14:textId="77777777" w:rsidR="00D361EA" w:rsidRDefault="00D361EA" w:rsidP="00D361EA">
      <w:pPr>
        <w:spacing w:line="276" w:lineRule="auto"/>
        <w:rPr>
          <w:sz w:val="24"/>
          <w:szCs w:val="24"/>
        </w:rPr>
      </w:pPr>
      <w:r w:rsidRPr="00D361EA">
        <w:rPr>
          <w:b/>
          <w:sz w:val="24"/>
          <w:szCs w:val="24"/>
        </w:rPr>
        <w:t>Improvements</w:t>
      </w:r>
      <w:r w:rsidRPr="003E2482">
        <w:rPr>
          <w:b/>
          <w:sz w:val="24"/>
          <w:szCs w:val="24"/>
        </w:rPr>
        <w:t>?</w:t>
      </w:r>
    </w:p>
    <w:p w14:paraId="4B781841" w14:textId="77777777" w:rsidR="00D361EA" w:rsidRDefault="00D361EA" w:rsidP="00D361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What would you suggest changing about the PRIME system to make it more suitable for you/your community?</w:t>
      </w:r>
    </w:p>
    <w:p w14:paraId="59474364" w14:textId="448F76A7" w:rsidR="00CC0C1A" w:rsidRDefault="00CC0C1A" w:rsidP="00D361E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How do you think it could be used by groups of women?</w:t>
      </w:r>
    </w:p>
    <w:p w14:paraId="4EC7B0A5" w14:textId="5DD08AD2" w:rsidR="00415D37" w:rsidRDefault="00415D37" w:rsidP="00D361EA">
      <w:pPr>
        <w:spacing w:line="276" w:lineRule="auto"/>
        <w:rPr>
          <w:sz w:val="24"/>
          <w:szCs w:val="24"/>
        </w:rPr>
      </w:pPr>
    </w:p>
    <w:p w14:paraId="246A952C" w14:textId="1F0AB4E7" w:rsidR="00415D37" w:rsidRDefault="003E5C68" w:rsidP="00D361EA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Contribution to</w:t>
      </w:r>
      <w:r w:rsidR="00415D37">
        <w:rPr>
          <w:b/>
          <w:sz w:val="24"/>
          <w:szCs w:val="24"/>
        </w:rPr>
        <w:t xml:space="preserve"> the design of a future study</w:t>
      </w:r>
    </w:p>
    <w:p w14:paraId="5F9FC260" w14:textId="3B4227FC" w:rsid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Would you take part in a study of this system if it was part of a wom</w:t>
      </w:r>
      <w:r w:rsidR="003E2482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e</w:t>
      </w: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n</w:t>
      </w:r>
      <w:r w:rsidR="003E2482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’</w:t>
      </w: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s group meeting</w:t>
      </w:r>
      <w:r w:rsidR="003E2482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?</w:t>
      </w: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 xml:space="preserve"> </w:t>
      </w:r>
    </w:p>
    <w:p w14:paraId="1AC3963B" w14:textId="77777777" w:rsid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If not, is there anything that might change your mind</w:t>
      </w:r>
      <w:r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?</w:t>
      </w:r>
    </w:p>
    <w:p w14:paraId="122A0BF7" w14:textId="61768470" w:rsidR="003E5C68" w:rsidRP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If so, what would that be?</w:t>
      </w:r>
    </w:p>
    <w:p w14:paraId="7219CDCE" w14:textId="77777777" w:rsidR="003E5C68" w:rsidRP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</w:p>
    <w:p w14:paraId="7B8D20DE" w14:textId="77777777" w:rsid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D</w:t>
      </w: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 xml:space="preserve">id you understand all the questions we asked? </w:t>
      </w:r>
    </w:p>
    <w:p w14:paraId="2388DB89" w14:textId="0C0B668B" w:rsid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If not, which ones didn</w:t>
      </w:r>
      <w:r w:rsidR="003E2482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’</w:t>
      </w: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 xml:space="preserve">t make sense? </w:t>
      </w:r>
    </w:p>
    <w:p w14:paraId="62F95830" w14:textId="2CAC9BC2" w:rsid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H</w:t>
      </w: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 xml:space="preserve">ow could we ask them </w:t>
      </w:r>
      <w:r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better</w:t>
      </w:r>
      <w:r w:rsidRPr="003E5C68"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?</w:t>
      </w:r>
    </w:p>
    <w:p w14:paraId="74E03C83" w14:textId="0D5A5D71" w:rsidR="003E5C68" w:rsidRPr="003E5C68" w:rsidRDefault="003E5C68" w:rsidP="003E5C68">
      <w:pPr>
        <w:widowControl/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en-GB"/>
        </w:rPr>
        <w:t>Have we missed anything?</w:t>
      </w:r>
    </w:p>
    <w:p w14:paraId="10966B9A" w14:textId="77777777" w:rsidR="003E5C68" w:rsidRPr="00415D37" w:rsidRDefault="003E5C68" w:rsidP="00D361EA">
      <w:pPr>
        <w:spacing w:line="276" w:lineRule="auto"/>
        <w:rPr>
          <w:b/>
          <w:sz w:val="24"/>
          <w:szCs w:val="24"/>
        </w:rPr>
      </w:pPr>
    </w:p>
    <w:sectPr w:rsidR="003E5C68" w:rsidRPr="00415D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801"/>
    <w:rsid w:val="003E2482"/>
    <w:rsid w:val="003E5C68"/>
    <w:rsid w:val="00415D37"/>
    <w:rsid w:val="00501801"/>
    <w:rsid w:val="00511120"/>
    <w:rsid w:val="00591D41"/>
    <w:rsid w:val="006628E6"/>
    <w:rsid w:val="009F0AD7"/>
    <w:rsid w:val="00B54DAD"/>
    <w:rsid w:val="00CC0C1A"/>
    <w:rsid w:val="00D361EA"/>
    <w:rsid w:val="00E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5E1B9"/>
  <w15:chartTrackingRefBased/>
  <w15:docId w15:val="{08F02A6B-6ED8-433C-ADD6-D41907F3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01801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01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801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8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80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1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8F86984F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Crossland &lt;Research Support Team&gt;</dc:creator>
  <cp:keywords/>
  <dc:description/>
  <cp:lastModifiedBy>Nicola Crossland &lt;Research Support Team&gt;</cp:lastModifiedBy>
  <cp:revision>2</cp:revision>
  <cp:lastPrinted>2019-05-15T14:44:00Z</cp:lastPrinted>
  <dcterms:created xsi:type="dcterms:W3CDTF">2019-05-16T08:49:00Z</dcterms:created>
  <dcterms:modified xsi:type="dcterms:W3CDTF">2019-05-16T08:49:00Z</dcterms:modified>
</cp:coreProperties>
</file>